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UR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7A6B61D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C02FE7">
        <w:rPr>
          <w:rFonts w:ascii="Corbel" w:hAnsi="Corbel"/>
          <w:i/>
          <w:smallCaps/>
          <w:sz w:val="24"/>
          <w:szCs w:val="24"/>
        </w:rPr>
        <w:t>2019-2022</w:t>
      </w:r>
    </w:p>
    <w:p w14:paraId="748041B7" w14:textId="5651CEF1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C02FE7">
        <w:rPr>
          <w:rFonts w:ascii="Corbel" w:hAnsi="Corbel"/>
          <w:sz w:val="20"/>
          <w:szCs w:val="20"/>
        </w:rPr>
        <w:t>1</w:t>
      </w:r>
      <w:r w:rsidR="00E6001F">
        <w:rPr>
          <w:rFonts w:ascii="Corbel" w:hAnsi="Corbel"/>
          <w:sz w:val="20"/>
          <w:szCs w:val="20"/>
        </w:rPr>
        <w:t>/202</w:t>
      </w:r>
      <w:r w:rsidR="00C02FE7">
        <w:rPr>
          <w:rFonts w:ascii="Corbel" w:hAnsi="Corbel"/>
          <w:sz w:val="20"/>
          <w:szCs w:val="20"/>
        </w:rPr>
        <w:t>2</w:t>
      </w:r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25C6DB4E" w:rsidR="0085747A" w:rsidRPr="00993E29" w:rsidRDefault="0099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3E2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24CF80FC" w:rsidR="00015B8F" w:rsidRPr="009C54AE" w:rsidRDefault="00993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12E88DD0" w:rsidR="00015B8F" w:rsidRPr="009C54AE" w:rsidRDefault="00993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1B7CEA17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26CBD053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222D3578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0EC53411" w:rsidR="0085747A" w:rsidRPr="009C54AE" w:rsidRDefault="00993E29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463DB90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0C429AFA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93E29">
              <w:rPr>
                <w:rFonts w:ascii="Corbel" w:hAnsi="Corbel"/>
                <w:sz w:val="24"/>
                <w:szCs w:val="24"/>
              </w:rPr>
              <w:t>2</w:t>
            </w:r>
          </w:p>
          <w:p w14:paraId="0615BC00" w14:textId="4DFDF31A" w:rsidR="004E236B" w:rsidRDefault="00993E29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AD9EED8" w14:textId="15459DB2" w:rsidR="004E236B" w:rsidRPr="009C54AE" w:rsidRDefault="00993E29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Karwińska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(2009) “Culture Makes the Difference - the Humanistic Approach to the Understanding of Economic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R.G.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2A39A" w14:textId="77777777" w:rsidR="00823062" w:rsidRDefault="00823062" w:rsidP="00C16ABF">
      <w:pPr>
        <w:spacing w:after="0" w:line="240" w:lineRule="auto"/>
      </w:pPr>
      <w:r>
        <w:separator/>
      </w:r>
    </w:p>
  </w:endnote>
  <w:endnote w:type="continuationSeparator" w:id="0">
    <w:p w14:paraId="08DF7085" w14:textId="77777777" w:rsidR="00823062" w:rsidRDefault="008230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6A3F" w14:textId="77777777" w:rsidR="00823062" w:rsidRDefault="00823062" w:rsidP="00C16ABF">
      <w:pPr>
        <w:spacing w:after="0" w:line="240" w:lineRule="auto"/>
      </w:pPr>
      <w:r>
        <w:separator/>
      </w:r>
    </w:p>
  </w:footnote>
  <w:footnote w:type="continuationSeparator" w:id="0">
    <w:p w14:paraId="6F539227" w14:textId="77777777" w:rsidR="00823062" w:rsidRDefault="00823062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E0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554D"/>
    <w:rsid w:val="0081707E"/>
    <w:rsid w:val="00823062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3E29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2FE7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2FD08-9B9F-4551-96A8-34B7995D6E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1267</Words>
  <Characters>7608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2020-11-16T16:31:00Z</dcterms:created>
  <dcterms:modified xsi:type="dcterms:W3CDTF">2020-12-10T05:15:00Z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